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BBBA7">
      <w:pPr>
        <w:jc w:val="center"/>
        <w:rPr>
          <w:rFonts w:ascii="华文中宋" w:hAnsi="华文中宋" w:eastAsia="华文中宋"/>
          <w:b/>
          <w:bCs/>
          <w:iCs/>
          <w:sz w:val="52"/>
          <w:szCs w:val="52"/>
        </w:rPr>
      </w:pPr>
      <w:r>
        <w:rPr>
          <w:rFonts w:hint="eastAsia" w:ascii="华文中宋" w:hAnsi="华文中宋" w:eastAsia="华文中宋"/>
          <w:b/>
          <w:bCs/>
          <w:sz w:val="52"/>
          <w:szCs w:val="52"/>
        </w:rPr>
        <w:t>深圳中芯龙半导体</w:t>
      </w:r>
      <w:r>
        <w:rPr>
          <w:rFonts w:hint="eastAsia" w:ascii="华文中宋" w:hAnsi="华文中宋" w:eastAsia="华文中宋"/>
          <w:b/>
          <w:bCs/>
          <w:iCs/>
          <w:sz w:val="52"/>
          <w:szCs w:val="52"/>
        </w:rPr>
        <w:t>有限公司</w:t>
      </w:r>
    </w:p>
    <w:p w14:paraId="7C6AC3D1">
      <w:pPr>
        <w:spacing w:line="15" w:lineRule="auto"/>
        <w:jc w:val="center"/>
        <w:rPr>
          <w:rFonts w:ascii="华文中宋" w:hAnsi="华文中宋" w:eastAsia="华文中宋"/>
          <w:b/>
          <w:bCs/>
          <w:iCs/>
          <w:sz w:val="52"/>
          <w:szCs w:val="52"/>
        </w:rPr>
      </w:pPr>
      <w:r>
        <w:rPr>
          <w:iCs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525780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5pt;margin-top:0pt;height:0pt;width:414pt;z-index:251659264;mso-width-relative:page;mso-height-relative:page;" filled="f" stroked="t" coordsize="21600,21600" o:gfxdata="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/S&#10;2zrSAAAABAEAAA8AAAAAAAAAAQAgAAAAIgAAAGRycy9kb3ducmV2LnhtbFBLAQIUABQAAAAIAIdO&#10;4kC/wlDu8AEAAOcDAAAOAAAAAAAAAAEAIAAAACEBAABkcnMvZTJvRG9jLnhtbFBLBQYAAAAABgAG&#10;AFkBAACDBQAAAAA=&#10;">
                <v:fill on="f" focussize="0,0"/>
                <v:stroke weight="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iCs/>
          <w:sz w:val="52"/>
          <w:szCs w:val="52"/>
        </w:rPr>
        <w:t>承认书</w:t>
      </w:r>
    </w:p>
    <w:p w14:paraId="26E71413">
      <w:pPr>
        <w:spacing w:line="400" w:lineRule="exact"/>
        <w:jc w:val="center"/>
        <w:rPr>
          <w:iCs/>
          <w:sz w:val="40"/>
          <w:szCs w:val="40"/>
        </w:rPr>
      </w:pPr>
      <w:r>
        <w:rPr>
          <w:iCs/>
          <w:sz w:val="40"/>
          <w:szCs w:val="40"/>
        </w:rPr>
        <w:t>APPROVAL SHEET</w:t>
      </w:r>
    </w:p>
    <w:p w14:paraId="09F9ED27">
      <w:pPr>
        <w:jc w:val="center"/>
        <w:rPr>
          <w:iCs/>
          <w:sz w:val="40"/>
          <w:szCs w:val="40"/>
        </w:rPr>
      </w:pPr>
    </w:p>
    <w:tbl>
      <w:tblPr>
        <w:tblStyle w:val="5"/>
        <w:tblW w:w="8880" w:type="dxa"/>
        <w:tblInd w:w="4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375"/>
        <w:gridCol w:w="1680"/>
        <w:gridCol w:w="2265"/>
      </w:tblGrid>
      <w:tr w14:paraId="71456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B940">
            <w:pPr>
              <w:spacing w:before="120"/>
              <w:jc w:val="right"/>
              <w:rPr>
                <w:spacing w:val="-20"/>
                <w:kern w:val="21"/>
                <w:sz w:val="32"/>
                <w:szCs w:val="32"/>
              </w:rPr>
            </w:pPr>
            <w:r>
              <w:rPr>
                <w:rFonts w:hint="eastAsia"/>
                <w:spacing w:val="-20"/>
                <w:kern w:val="21"/>
                <w:sz w:val="32"/>
                <w:szCs w:val="32"/>
              </w:rPr>
              <w:t>客户名称：</w:t>
            </w:r>
          </w:p>
        </w:tc>
        <w:tc>
          <w:tcPr>
            <w:tcW w:w="7320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 w14:paraId="60CE9C0C">
            <w:pPr>
              <w:spacing w:before="120"/>
              <w:jc w:val="left"/>
              <w:rPr>
                <w:rFonts w:hint="eastAsia" w:eastAsia="宋体"/>
                <w:spacing w:val="-20"/>
                <w:kern w:val="21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pacing w:val="-20"/>
                <w:kern w:val="21"/>
                <w:sz w:val="32"/>
                <w:szCs w:val="32"/>
              </w:rPr>
              <w:t xml:space="preserve">         </w:t>
            </w:r>
            <w:r>
              <w:rPr>
                <w:rFonts w:hint="eastAsia"/>
                <w:spacing w:val="-20"/>
                <w:kern w:val="21"/>
                <w:sz w:val="32"/>
                <w:szCs w:val="32"/>
                <w:lang w:val="en-US" w:eastAsia="zh-CN"/>
              </w:rPr>
              <w:t>斯 特 普</w:t>
            </w:r>
          </w:p>
        </w:tc>
      </w:tr>
      <w:tr w14:paraId="3B5C6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18296">
            <w:pPr>
              <w:spacing w:before="120"/>
              <w:jc w:val="right"/>
              <w:rPr>
                <w:spacing w:val="-20"/>
                <w:kern w:val="21"/>
                <w:sz w:val="32"/>
                <w:szCs w:val="32"/>
              </w:rPr>
            </w:pPr>
            <w:r>
              <w:rPr>
                <w:rFonts w:hint="eastAsia"/>
                <w:spacing w:val="-20"/>
                <w:kern w:val="21"/>
                <w:sz w:val="32"/>
                <w:szCs w:val="32"/>
              </w:rPr>
              <w:t>客户机型：</w:t>
            </w:r>
          </w:p>
        </w:tc>
        <w:tc>
          <w:tcPr>
            <w:tcW w:w="337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6AFB76F4">
            <w:pPr>
              <w:spacing w:before="120"/>
              <w:jc w:val="center"/>
              <w:rPr>
                <w:spacing w:val="-20"/>
                <w:kern w:val="21"/>
                <w:sz w:val="32"/>
                <w:szCs w:val="32"/>
              </w:rPr>
            </w:pPr>
            <w:r>
              <w:rPr>
                <w:rFonts w:hint="eastAsia"/>
                <w:spacing w:val="-20"/>
                <w:kern w:val="21"/>
                <w:sz w:val="32"/>
                <w:szCs w:val="32"/>
              </w:rPr>
              <w:t>Y15_5632F_ZLT04</w:t>
            </w: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4C0F4CE6">
            <w:pPr>
              <w:spacing w:before="120"/>
              <w:jc w:val="center"/>
              <w:rPr>
                <w:spacing w:val="-20"/>
                <w:kern w:val="21"/>
                <w:sz w:val="32"/>
                <w:szCs w:val="32"/>
              </w:rPr>
            </w:pPr>
            <w:r>
              <w:rPr>
                <w:rFonts w:hint="eastAsia"/>
                <w:spacing w:val="-20"/>
                <w:kern w:val="21"/>
                <w:sz w:val="32"/>
                <w:szCs w:val="32"/>
              </w:rPr>
              <w:t>Download</w:t>
            </w:r>
          </w:p>
        </w:tc>
        <w:tc>
          <w:tcPr>
            <w:tcW w:w="226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020600E1">
            <w:pPr>
              <w:spacing w:before="120"/>
              <w:jc w:val="center"/>
              <w:rPr>
                <w:spacing w:val="-20"/>
                <w:kern w:val="21"/>
                <w:sz w:val="32"/>
                <w:szCs w:val="32"/>
              </w:rPr>
            </w:pPr>
          </w:p>
        </w:tc>
      </w:tr>
      <w:tr w14:paraId="76599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E0DBF">
            <w:pPr>
              <w:spacing w:before="120"/>
              <w:jc w:val="right"/>
              <w:rPr>
                <w:spacing w:val="-20"/>
                <w:kern w:val="21"/>
                <w:sz w:val="32"/>
                <w:szCs w:val="32"/>
              </w:rPr>
            </w:pPr>
            <w:r>
              <w:rPr>
                <w:rFonts w:hint="eastAsia"/>
                <w:spacing w:val="-20"/>
                <w:kern w:val="21"/>
                <w:sz w:val="32"/>
                <w:szCs w:val="32"/>
              </w:rPr>
              <w:t>芯片名称：</w:t>
            </w:r>
          </w:p>
        </w:tc>
        <w:tc>
          <w:tcPr>
            <w:tcW w:w="337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4182524C">
            <w:pPr>
              <w:spacing w:before="120"/>
              <w:jc w:val="center"/>
              <w:rPr>
                <w:rFonts w:hint="eastAsia" w:eastAsia="宋体"/>
                <w:spacing w:val="-20"/>
                <w:kern w:val="21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pacing w:val="-20"/>
                <w:kern w:val="21"/>
                <w:sz w:val="32"/>
                <w:szCs w:val="32"/>
              </w:rPr>
              <w:t>AB5682B</w:t>
            </w: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nil"/>
              <w:right w:val="nil"/>
            </w:tcBorders>
            <w:vAlign w:val="center"/>
          </w:tcPr>
          <w:p w14:paraId="3F9BF564">
            <w:pPr>
              <w:spacing w:before="120"/>
              <w:jc w:val="right"/>
              <w:rPr>
                <w:spacing w:val="-20"/>
                <w:kern w:val="21"/>
                <w:sz w:val="32"/>
                <w:szCs w:val="32"/>
              </w:rPr>
            </w:pPr>
            <w:r>
              <w:rPr>
                <w:rFonts w:hint="eastAsia"/>
                <w:spacing w:val="-20"/>
                <w:kern w:val="21"/>
                <w:sz w:val="32"/>
                <w:szCs w:val="32"/>
              </w:rPr>
              <w:t>封装规格：</w:t>
            </w:r>
          </w:p>
        </w:tc>
        <w:tc>
          <w:tcPr>
            <w:tcW w:w="226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5D21D79E">
            <w:pPr>
              <w:spacing w:before="120"/>
              <w:jc w:val="center"/>
              <w:rPr>
                <w:spacing w:val="-20"/>
                <w:kern w:val="21"/>
                <w:sz w:val="32"/>
                <w:szCs w:val="32"/>
              </w:rPr>
            </w:pPr>
            <w:r>
              <w:rPr>
                <w:spacing w:val="-20"/>
                <w:kern w:val="21"/>
                <w:sz w:val="32"/>
                <w:szCs w:val="32"/>
              </w:rPr>
              <w:t>QFN32</w:t>
            </w:r>
          </w:p>
        </w:tc>
      </w:tr>
      <w:tr w14:paraId="3613C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CB7FA">
            <w:pPr>
              <w:spacing w:before="120"/>
              <w:jc w:val="right"/>
              <w:rPr>
                <w:spacing w:val="-20"/>
                <w:kern w:val="21"/>
                <w:sz w:val="32"/>
                <w:szCs w:val="32"/>
              </w:rPr>
            </w:pPr>
            <w:r>
              <w:rPr>
                <w:rFonts w:hint="eastAsia"/>
                <w:spacing w:val="-20"/>
                <w:kern w:val="21"/>
                <w:sz w:val="32"/>
                <w:szCs w:val="32"/>
              </w:rPr>
              <w:t>效 验 码：</w:t>
            </w:r>
          </w:p>
        </w:tc>
        <w:tc>
          <w:tcPr>
            <w:tcW w:w="337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082AE8BC">
            <w:pPr>
              <w:spacing w:before="120"/>
              <w:jc w:val="center"/>
              <w:rPr>
                <w:spacing w:val="-20"/>
                <w:kern w:val="21"/>
                <w:sz w:val="32"/>
                <w:szCs w:val="32"/>
              </w:rPr>
            </w:pPr>
            <w:r>
              <w:rPr>
                <w:rFonts w:hint="eastAsia"/>
                <w:spacing w:val="-20"/>
                <w:kern w:val="21"/>
                <w:sz w:val="32"/>
                <w:szCs w:val="32"/>
              </w:rPr>
              <w:t>D07BA989_D8E67E57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F31E3">
            <w:pPr>
              <w:spacing w:before="120"/>
              <w:jc w:val="right"/>
              <w:rPr>
                <w:spacing w:val="-20"/>
                <w:kern w:val="21"/>
                <w:sz w:val="32"/>
                <w:szCs w:val="32"/>
              </w:rPr>
            </w:pPr>
            <w:r>
              <w:rPr>
                <w:rFonts w:hint="eastAsia"/>
                <w:spacing w:val="-20"/>
                <w:kern w:val="21"/>
                <w:sz w:val="32"/>
                <w:szCs w:val="32"/>
              </w:rPr>
              <w:t>SDK版本：</w:t>
            </w:r>
          </w:p>
        </w:tc>
        <w:tc>
          <w:tcPr>
            <w:tcW w:w="226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3A99B725">
            <w:pPr>
              <w:spacing w:before="120"/>
              <w:jc w:val="center"/>
              <w:rPr>
                <w:spacing w:val="-20"/>
                <w:kern w:val="21"/>
                <w:sz w:val="32"/>
                <w:szCs w:val="32"/>
              </w:rPr>
            </w:pPr>
          </w:p>
        </w:tc>
      </w:tr>
      <w:tr w14:paraId="26BEF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EDDB6">
            <w:pPr>
              <w:spacing w:before="120"/>
              <w:jc w:val="right"/>
              <w:rPr>
                <w:spacing w:val="-20"/>
                <w:kern w:val="21"/>
                <w:sz w:val="32"/>
                <w:szCs w:val="32"/>
              </w:rPr>
            </w:pPr>
            <w:r>
              <w:rPr>
                <w:rFonts w:hint="eastAsia"/>
                <w:spacing w:val="-20"/>
                <w:kern w:val="21"/>
                <w:sz w:val="32"/>
                <w:szCs w:val="32"/>
              </w:rPr>
              <w:t>配 对 名：</w:t>
            </w:r>
          </w:p>
        </w:tc>
        <w:tc>
          <w:tcPr>
            <w:tcW w:w="337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59AC6E0D">
            <w:pPr>
              <w:spacing w:before="120"/>
              <w:jc w:val="center"/>
              <w:rPr>
                <w:spacing w:val="-20"/>
                <w:kern w:val="21"/>
                <w:sz w:val="32"/>
                <w:szCs w:val="3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6C7E2">
            <w:pPr>
              <w:spacing w:before="120"/>
              <w:jc w:val="right"/>
              <w:rPr>
                <w:spacing w:val="-20"/>
                <w:kern w:val="21"/>
                <w:sz w:val="32"/>
                <w:szCs w:val="32"/>
              </w:rPr>
            </w:pPr>
            <w:r>
              <w:rPr>
                <w:rFonts w:hint="eastAsia"/>
                <w:spacing w:val="-20"/>
                <w:kern w:val="21"/>
                <w:sz w:val="32"/>
                <w:szCs w:val="32"/>
              </w:rPr>
              <w:t>提 示 音：</w:t>
            </w:r>
          </w:p>
        </w:tc>
        <w:tc>
          <w:tcPr>
            <w:tcW w:w="226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6A2EF6CD">
            <w:pPr>
              <w:spacing w:before="120"/>
              <w:jc w:val="center"/>
              <w:rPr>
                <w:spacing w:val="-20"/>
                <w:kern w:val="21"/>
                <w:sz w:val="32"/>
                <w:szCs w:val="32"/>
              </w:rPr>
            </w:pPr>
          </w:p>
        </w:tc>
      </w:tr>
      <w:tr w14:paraId="77BC6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9C6D0">
            <w:pPr>
              <w:spacing w:before="120"/>
              <w:jc w:val="right"/>
              <w:rPr>
                <w:spacing w:val="-20"/>
                <w:kern w:val="21"/>
                <w:sz w:val="32"/>
                <w:szCs w:val="32"/>
              </w:rPr>
            </w:pPr>
            <w:r>
              <w:rPr>
                <w:rFonts w:hint="eastAsia"/>
                <w:spacing w:val="-20"/>
                <w:kern w:val="21"/>
                <w:sz w:val="32"/>
                <w:szCs w:val="32"/>
              </w:rPr>
              <w:t>软件编号：</w:t>
            </w:r>
          </w:p>
        </w:tc>
        <w:tc>
          <w:tcPr>
            <w:tcW w:w="73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45BCD176">
            <w:pPr>
              <w:spacing w:before="120"/>
              <w:jc w:val="center"/>
              <w:rPr>
                <w:spacing w:val="-20"/>
                <w:kern w:val="21"/>
                <w:sz w:val="32"/>
                <w:szCs w:val="32"/>
              </w:rPr>
            </w:pPr>
            <w:r>
              <w:rPr>
                <w:rFonts w:hint="eastAsia"/>
                <w:spacing w:val="-20"/>
                <w:kern w:val="21"/>
                <w:sz w:val="32"/>
                <w:szCs w:val="32"/>
              </w:rPr>
              <w:t>STP_Chargebox_Y15_5632F_ZLT04_AB5682B_JD9853_HSD_20240907_(D07BA989_D8E67E57)</w:t>
            </w:r>
            <w:r>
              <w:rPr>
                <w:rFonts w:hint="eastAsia"/>
                <w:spacing w:val="-20"/>
                <w:kern w:val="21"/>
                <w:sz w:val="32"/>
                <w:szCs w:val="32"/>
                <w:lang w:val="en-US" w:eastAsia="zh-CN"/>
              </w:rPr>
              <w:t>.</w:t>
            </w:r>
            <w:r>
              <w:rPr>
                <w:spacing w:val="-20"/>
                <w:kern w:val="21"/>
                <w:sz w:val="32"/>
                <w:szCs w:val="32"/>
              </w:rPr>
              <w:t>prd</w:t>
            </w:r>
            <w:bookmarkStart w:id="0" w:name="_GoBack"/>
            <w:bookmarkEnd w:id="0"/>
          </w:p>
        </w:tc>
      </w:tr>
      <w:tr w14:paraId="3DDB3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25347">
            <w:pPr>
              <w:spacing w:before="120"/>
              <w:jc w:val="right"/>
              <w:rPr>
                <w:spacing w:val="-20"/>
                <w:kern w:val="21"/>
                <w:sz w:val="32"/>
                <w:szCs w:val="32"/>
              </w:rPr>
            </w:pPr>
            <w:r>
              <w:rPr>
                <w:rFonts w:hint="eastAsia"/>
                <w:spacing w:val="-20"/>
                <w:kern w:val="21"/>
                <w:sz w:val="32"/>
                <w:szCs w:val="32"/>
              </w:rPr>
              <w:t>样品数量：</w:t>
            </w:r>
          </w:p>
        </w:tc>
        <w:tc>
          <w:tcPr>
            <w:tcW w:w="337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 w14:paraId="6CE188C2">
            <w:pPr>
              <w:spacing w:before="120"/>
              <w:jc w:val="center"/>
              <w:rPr>
                <w:spacing w:val="-20"/>
                <w:kern w:val="21"/>
                <w:sz w:val="32"/>
                <w:szCs w:val="32"/>
              </w:rPr>
            </w:pPr>
            <w:r>
              <w:rPr>
                <w:rFonts w:hint="eastAsia"/>
                <w:spacing w:val="-20"/>
                <w:kern w:val="21"/>
                <w:sz w:val="32"/>
                <w:szCs w:val="32"/>
              </w:rPr>
              <w:t xml:space="preserve">   PCS</w:t>
            </w: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nil"/>
              <w:right w:val="nil"/>
            </w:tcBorders>
            <w:vAlign w:val="center"/>
          </w:tcPr>
          <w:p w14:paraId="23485CA2">
            <w:pPr>
              <w:spacing w:before="120"/>
              <w:jc w:val="right"/>
              <w:rPr>
                <w:spacing w:val="-20"/>
                <w:kern w:val="21"/>
                <w:sz w:val="32"/>
                <w:szCs w:val="32"/>
              </w:rPr>
            </w:pPr>
            <w:r>
              <w:rPr>
                <w:rFonts w:hint="eastAsia"/>
                <w:spacing w:val="-20"/>
                <w:kern w:val="21"/>
                <w:sz w:val="32"/>
                <w:szCs w:val="32"/>
              </w:rPr>
              <w:t>送样部门：</w:t>
            </w:r>
          </w:p>
        </w:tc>
        <w:tc>
          <w:tcPr>
            <w:tcW w:w="2265" w:type="dxa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2A168AE5">
            <w:pPr>
              <w:spacing w:before="120"/>
              <w:jc w:val="center"/>
              <w:rPr>
                <w:spacing w:val="-20"/>
                <w:kern w:val="21"/>
                <w:sz w:val="32"/>
                <w:szCs w:val="32"/>
              </w:rPr>
            </w:pPr>
            <w:r>
              <w:rPr>
                <w:rFonts w:hint="eastAsia"/>
                <w:spacing w:val="-20"/>
                <w:kern w:val="21"/>
                <w:sz w:val="32"/>
                <w:szCs w:val="32"/>
              </w:rPr>
              <w:t>工程部</w:t>
            </w:r>
          </w:p>
        </w:tc>
      </w:tr>
    </w:tbl>
    <w:p w14:paraId="1DDCC379">
      <w:pPr>
        <w:spacing w:before="120"/>
        <w:rPr>
          <w:sz w:val="36"/>
          <w:szCs w:val="36"/>
        </w:rPr>
      </w:pPr>
    </w:p>
    <w:p w14:paraId="3943BE31">
      <w:pPr>
        <w:spacing w:before="12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工程确认日期：</w:t>
      </w:r>
    </w:p>
    <w:tbl>
      <w:tblPr>
        <w:tblStyle w:val="4"/>
        <w:tblW w:w="8380" w:type="dxa"/>
        <w:tblInd w:w="461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62"/>
        <w:gridCol w:w="2857"/>
        <w:gridCol w:w="2661"/>
      </w:tblGrid>
      <w:tr w14:paraId="6B41E08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9" w:hRule="atLeast"/>
        </w:trPr>
        <w:tc>
          <w:tcPr>
            <w:tcW w:w="2862" w:type="dxa"/>
          </w:tcPr>
          <w:p w14:paraId="76E43158">
            <w:pPr>
              <w:jc w:val="center"/>
              <w:rPr>
                <w:iCs/>
                <w:sz w:val="36"/>
              </w:rPr>
            </w:pPr>
            <w:r>
              <w:rPr>
                <w:rFonts w:hint="eastAsia"/>
                <w:iCs/>
                <w:sz w:val="36"/>
              </w:rPr>
              <w:t>芯片型号</w:t>
            </w:r>
          </w:p>
        </w:tc>
        <w:tc>
          <w:tcPr>
            <w:tcW w:w="2857" w:type="dxa"/>
          </w:tcPr>
          <w:p w14:paraId="2B45EB1D">
            <w:pPr>
              <w:jc w:val="center"/>
              <w:rPr>
                <w:iCs/>
                <w:sz w:val="36"/>
              </w:rPr>
            </w:pPr>
            <w:r>
              <w:rPr>
                <w:rFonts w:hint="eastAsia"/>
                <w:iCs/>
                <w:sz w:val="36"/>
                <w:lang w:eastAsia="zh-TW"/>
              </w:rPr>
              <w:t>確</w:t>
            </w:r>
            <w:r>
              <w:rPr>
                <w:iCs/>
                <w:sz w:val="36"/>
                <w:lang w:eastAsia="zh-TW"/>
              </w:rPr>
              <w:t xml:space="preserve"> </w:t>
            </w:r>
            <w:r>
              <w:rPr>
                <w:rFonts w:hint="eastAsia"/>
                <w:iCs/>
                <w:sz w:val="36"/>
                <w:lang w:eastAsia="zh-TW"/>
              </w:rPr>
              <w:t>認</w:t>
            </w:r>
          </w:p>
        </w:tc>
        <w:tc>
          <w:tcPr>
            <w:tcW w:w="2661" w:type="dxa"/>
          </w:tcPr>
          <w:p w14:paraId="345991FA">
            <w:pPr>
              <w:jc w:val="center"/>
              <w:rPr>
                <w:iCs/>
                <w:sz w:val="36"/>
              </w:rPr>
            </w:pPr>
            <w:r>
              <w:rPr>
                <w:rFonts w:hint="eastAsia"/>
                <w:iCs/>
                <w:sz w:val="36"/>
              </w:rPr>
              <w:t>核 准</w:t>
            </w:r>
          </w:p>
        </w:tc>
      </w:tr>
      <w:tr w14:paraId="7BC28C0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1" w:hRule="atLeast"/>
        </w:trPr>
        <w:tc>
          <w:tcPr>
            <w:tcW w:w="2862" w:type="dxa"/>
          </w:tcPr>
          <w:p w14:paraId="594EE05F">
            <w:pPr>
              <w:jc w:val="center"/>
              <w:rPr>
                <w:iCs/>
                <w:sz w:val="36"/>
              </w:rPr>
            </w:pPr>
            <w:r>
              <w:rPr>
                <w:rFonts w:hint="eastAsia"/>
                <w:spacing w:val="-20"/>
                <w:kern w:val="21"/>
                <w:sz w:val="32"/>
                <w:szCs w:val="32"/>
              </w:rPr>
              <w:t>AB5682B</w:t>
            </w:r>
          </w:p>
        </w:tc>
        <w:tc>
          <w:tcPr>
            <w:tcW w:w="2857" w:type="dxa"/>
          </w:tcPr>
          <w:p w14:paraId="4202942C">
            <w:pPr>
              <w:ind w:firstLine="720" w:firstLineChars="200"/>
              <w:rPr>
                <w:rFonts w:hint="default" w:eastAsia="宋体"/>
                <w:iCs/>
                <w:sz w:val="36"/>
                <w:lang w:val="en-US" w:eastAsia="zh-CN"/>
              </w:rPr>
            </w:pPr>
            <w:r>
              <w:rPr>
                <w:rFonts w:hint="eastAsia"/>
                <w:iCs/>
                <w:sz w:val="36"/>
                <w:lang w:val="en-US" w:eastAsia="zh-CN"/>
              </w:rPr>
              <w:t>刘金彪</w:t>
            </w:r>
          </w:p>
        </w:tc>
        <w:tc>
          <w:tcPr>
            <w:tcW w:w="2661" w:type="dxa"/>
          </w:tcPr>
          <w:p w14:paraId="77FB38E4">
            <w:pPr>
              <w:tabs>
                <w:tab w:val="left" w:pos="5915"/>
              </w:tabs>
              <w:spacing w:before="120"/>
              <w:jc w:val="center"/>
              <w:rPr>
                <w:iCs/>
                <w:sz w:val="30"/>
                <w:szCs w:val="30"/>
              </w:rPr>
            </w:pPr>
          </w:p>
        </w:tc>
      </w:tr>
    </w:tbl>
    <w:p w14:paraId="71828C22">
      <w:pPr>
        <w:rPr>
          <w:iCs/>
          <w:sz w:val="20"/>
          <w:szCs w:val="20"/>
        </w:rPr>
      </w:pPr>
    </w:p>
    <w:p w14:paraId="3846D8FB">
      <w:pPr>
        <w:rPr>
          <w:iCs/>
          <w:sz w:val="30"/>
        </w:rPr>
      </w:pPr>
      <w:r>
        <w:rPr>
          <w:rFonts w:hint="eastAsia"/>
          <w:iCs/>
          <w:sz w:val="36"/>
        </w:rPr>
        <w:t>客户确认</w:t>
      </w:r>
      <w:r>
        <w:rPr>
          <w:rFonts w:hint="eastAsia"/>
          <w:iCs/>
          <w:sz w:val="30"/>
        </w:rPr>
        <w:t>：</w:t>
      </w:r>
    </w:p>
    <w:tbl>
      <w:tblPr>
        <w:tblStyle w:val="4"/>
        <w:tblW w:w="8500" w:type="dxa"/>
        <w:tblInd w:w="446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16"/>
        <w:gridCol w:w="2860"/>
        <w:gridCol w:w="2724"/>
      </w:tblGrid>
      <w:tr w14:paraId="437DD10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2" w:hRule="atLeast"/>
        </w:trPr>
        <w:tc>
          <w:tcPr>
            <w:tcW w:w="2916" w:type="dxa"/>
          </w:tcPr>
          <w:p w14:paraId="10FEECEE">
            <w:pPr>
              <w:jc w:val="center"/>
              <w:rPr>
                <w:iCs/>
                <w:sz w:val="36"/>
              </w:rPr>
            </w:pPr>
            <w:r>
              <w:rPr>
                <w:rFonts w:hint="eastAsia"/>
                <w:iCs/>
                <w:sz w:val="36"/>
              </w:rPr>
              <w:t>芯片型号</w:t>
            </w:r>
          </w:p>
        </w:tc>
        <w:tc>
          <w:tcPr>
            <w:tcW w:w="2860" w:type="dxa"/>
          </w:tcPr>
          <w:p w14:paraId="1ED40E7A">
            <w:pPr>
              <w:jc w:val="center"/>
              <w:rPr>
                <w:iCs/>
                <w:sz w:val="36"/>
                <w:lang w:eastAsia="zh-TW"/>
              </w:rPr>
            </w:pPr>
            <w:r>
              <w:rPr>
                <w:rFonts w:hint="eastAsia"/>
                <w:iCs/>
                <w:sz w:val="36"/>
                <w:lang w:eastAsia="zh-TW"/>
              </w:rPr>
              <w:t>確</w:t>
            </w:r>
            <w:r>
              <w:rPr>
                <w:iCs/>
                <w:sz w:val="36"/>
                <w:lang w:eastAsia="zh-TW"/>
              </w:rPr>
              <w:t xml:space="preserve"> </w:t>
            </w:r>
            <w:r>
              <w:rPr>
                <w:rFonts w:hint="eastAsia"/>
                <w:iCs/>
                <w:sz w:val="36"/>
                <w:lang w:eastAsia="zh-TW"/>
              </w:rPr>
              <w:t>認</w:t>
            </w:r>
          </w:p>
        </w:tc>
        <w:tc>
          <w:tcPr>
            <w:tcW w:w="2724" w:type="dxa"/>
          </w:tcPr>
          <w:p w14:paraId="483C11A5">
            <w:pPr>
              <w:jc w:val="center"/>
              <w:rPr>
                <w:iCs/>
                <w:sz w:val="36"/>
              </w:rPr>
            </w:pPr>
            <w:r>
              <w:rPr>
                <w:rFonts w:hint="eastAsia"/>
                <w:iCs/>
                <w:sz w:val="36"/>
              </w:rPr>
              <w:t>核 准</w:t>
            </w:r>
          </w:p>
        </w:tc>
      </w:tr>
      <w:tr w14:paraId="2DE5B90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2" w:hRule="atLeast"/>
        </w:trPr>
        <w:tc>
          <w:tcPr>
            <w:tcW w:w="2916" w:type="dxa"/>
          </w:tcPr>
          <w:p w14:paraId="4CC94E44">
            <w:pPr>
              <w:jc w:val="center"/>
              <w:rPr>
                <w:iCs/>
                <w:sz w:val="36"/>
              </w:rPr>
            </w:pPr>
          </w:p>
        </w:tc>
        <w:tc>
          <w:tcPr>
            <w:tcW w:w="2860" w:type="dxa"/>
          </w:tcPr>
          <w:p w14:paraId="61CC542D">
            <w:pPr>
              <w:jc w:val="center"/>
              <w:rPr>
                <w:iCs/>
                <w:sz w:val="36"/>
              </w:rPr>
            </w:pPr>
          </w:p>
        </w:tc>
        <w:tc>
          <w:tcPr>
            <w:tcW w:w="2724" w:type="dxa"/>
          </w:tcPr>
          <w:p w14:paraId="76C63B81">
            <w:pPr>
              <w:jc w:val="center"/>
              <w:rPr>
                <w:iCs/>
                <w:sz w:val="36"/>
              </w:rPr>
            </w:pPr>
          </w:p>
        </w:tc>
      </w:tr>
    </w:tbl>
    <w:p w14:paraId="60F904DB">
      <w:pPr>
        <w:rPr>
          <w:iCs/>
          <w:sz w:val="24"/>
        </w:rPr>
      </w:pPr>
    </w:p>
    <w:p w14:paraId="4C3C3D4B">
      <w:pPr>
        <w:rPr>
          <w:iCs/>
          <w:sz w:val="24"/>
        </w:rPr>
      </w:pPr>
    </w:p>
    <w:p w14:paraId="3E084A20">
      <w:r>
        <w:rPr>
          <w:rFonts w:hint="eastAsia"/>
          <w:iCs/>
          <w:sz w:val="24"/>
        </w:rPr>
        <w:t>地址：深圳市宝安区航城街道航空路泰华梧桐岛9B(白露)5楼</w:t>
      </w:r>
    </w:p>
    <w:sectPr>
      <w:pgSz w:w="11906" w:h="16838"/>
      <w:pgMar w:top="1247" w:right="746" w:bottom="295" w:left="1134" w:header="851" w:footer="992" w:gutter="0"/>
      <w:pgBorders>
        <w:bottom w:val="single" w:color="auto" w:sz="4" w:space="1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0YWFlYTRjMGNjMjI1NDQ0YjZhY2M0Mjk2ZjdhNzQifQ=="/>
  </w:docVars>
  <w:rsids>
    <w:rsidRoot w:val="0B8256B8"/>
    <w:rsid w:val="00012AD3"/>
    <w:rsid w:val="000339A2"/>
    <w:rsid w:val="000523DC"/>
    <w:rsid w:val="00064EFE"/>
    <w:rsid w:val="00072DB3"/>
    <w:rsid w:val="000861E2"/>
    <w:rsid w:val="000B4E9A"/>
    <w:rsid w:val="000C2134"/>
    <w:rsid w:val="000D296A"/>
    <w:rsid w:val="000D415C"/>
    <w:rsid w:val="000F1404"/>
    <w:rsid w:val="000F2215"/>
    <w:rsid w:val="000F5E29"/>
    <w:rsid w:val="00115FAB"/>
    <w:rsid w:val="00135DAE"/>
    <w:rsid w:val="00141A95"/>
    <w:rsid w:val="00143C78"/>
    <w:rsid w:val="00146E9A"/>
    <w:rsid w:val="00175674"/>
    <w:rsid w:val="00190C51"/>
    <w:rsid w:val="001B39CA"/>
    <w:rsid w:val="001B6B5B"/>
    <w:rsid w:val="001D1416"/>
    <w:rsid w:val="001E1140"/>
    <w:rsid w:val="001E3F1C"/>
    <w:rsid w:val="00203354"/>
    <w:rsid w:val="00233A1C"/>
    <w:rsid w:val="002368C8"/>
    <w:rsid w:val="002374FF"/>
    <w:rsid w:val="0024112B"/>
    <w:rsid w:val="00244AFE"/>
    <w:rsid w:val="0024613F"/>
    <w:rsid w:val="00247AF0"/>
    <w:rsid w:val="002522A5"/>
    <w:rsid w:val="00254BF6"/>
    <w:rsid w:val="00256717"/>
    <w:rsid w:val="00260FC0"/>
    <w:rsid w:val="00262261"/>
    <w:rsid w:val="00280F3A"/>
    <w:rsid w:val="00282715"/>
    <w:rsid w:val="00283E40"/>
    <w:rsid w:val="002A73A1"/>
    <w:rsid w:val="002B2876"/>
    <w:rsid w:val="002B7A14"/>
    <w:rsid w:val="002C121A"/>
    <w:rsid w:val="002F15BB"/>
    <w:rsid w:val="002F5143"/>
    <w:rsid w:val="00301925"/>
    <w:rsid w:val="003121CD"/>
    <w:rsid w:val="003344D2"/>
    <w:rsid w:val="0033751E"/>
    <w:rsid w:val="00373930"/>
    <w:rsid w:val="0037439F"/>
    <w:rsid w:val="003818E4"/>
    <w:rsid w:val="0038228F"/>
    <w:rsid w:val="003A6525"/>
    <w:rsid w:val="003B6635"/>
    <w:rsid w:val="003B7C4F"/>
    <w:rsid w:val="003C0F9F"/>
    <w:rsid w:val="003C1BE9"/>
    <w:rsid w:val="003C4014"/>
    <w:rsid w:val="003C5289"/>
    <w:rsid w:val="003E2F86"/>
    <w:rsid w:val="003E62EB"/>
    <w:rsid w:val="003E7771"/>
    <w:rsid w:val="00401FAD"/>
    <w:rsid w:val="00404854"/>
    <w:rsid w:val="004134EC"/>
    <w:rsid w:val="00421EBD"/>
    <w:rsid w:val="004230CE"/>
    <w:rsid w:val="0043181F"/>
    <w:rsid w:val="00443EB1"/>
    <w:rsid w:val="00447902"/>
    <w:rsid w:val="004509BE"/>
    <w:rsid w:val="004560C9"/>
    <w:rsid w:val="00460B36"/>
    <w:rsid w:val="00467E5C"/>
    <w:rsid w:val="00470509"/>
    <w:rsid w:val="004A401E"/>
    <w:rsid w:val="004B3EF9"/>
    <w:rsid w:val="004B5513"/>
    <w:rsid w:val="004C3058"/>
    <w:rsid w:val="004F38F7"/>
    <w:rsid w:val="00507388"/>
    <w:rsid w:val="005163F9"/>
    <w:rsid w:val="00521566"/>
    <w:rsid w:val="005230FA"/>
    <w:rsid w:val="005260BC"/>
    <w:rsid w:val="00564AF0"/>
    <w:rsid w:val="005736E2"/>
    <w:rsid w:val="005823AB"/>
    <w:rsid w:val="00585603"/>
    <w:rsid w:val="0059306F"/>
    <w:rsid w:val="005B126D"/>
    <w:rsid w:val="005D59E8"/>
    <w:rsid w:val="005D724B"/>
    <w:rsid w:val="005F2953"/>
    <w:rsid w:val="0060022C"/>
    <w:rsid w:val="00610339"/>
    <w:rsid w:val="00631343"/>
    <w:rsid w:val="00632709"/>
    <w:rsid w:val="0064708A"/>
    <w:rsid w:val="006511E6"/>
    <w:rsid w:val="00660CE0"/>
    <w:rsid w:val="00673D41"/>
    <w:rsid w:val="00680616"/>
    <w:rsid w:val="006828D0"/>
    <w:rsid w:val="00684986"/>
    <w:rsid w:val="00690A7D"/>
    <w:rsid w:val="006A6912"/>
    <w:rsid w:val="006B08EB"/>
    <w:rsid w:val="006B1DCB"/>
    <w:rsid w:val="006D4BF8"/>
    <w:rsid w:val="006E38E4"/>
    <w:rsid w:val="007020AF"/>
    <w:rsid w:val="00702DBA"/>
    <w:rsid w:val="00734066"/>
    <w:rsid w:val="00746287"/>
    <w:rsid w:val="00750D9E"/>
    <w:rsid w:val="007616FE"/>
    <w:rsid w:val="00790507"/>
    <w:rsid w:val="007A274D"/>
    <w:rsid w:val="007A49DA"/>
    <w:rsid w:val="007C28BA"/>
    <w:rsid w:val="007D123C"/>
    <w:rsid w:val="007D69B5"/>
    <w:rsid w:val="007E6BFC"/>
    <w:rsid w:val="007F755C"/>
    <w:rsid w:val="00803113"/>
    <w:rsid w:val="00804E3D"/>
    <w:rsid w:val="00806EAB"/>
    <w:rsid w:val="008151E9"/>
    <w:rsid w:val="00826039"/>
    <w:rsid w:val="00856C52"/>
    <w:rsid w:val="00865DA7"/>
    <w:rsid w:val="008D43AF"/>
    <w:rsid w:val="008E1FED"/>
    <w:rsid w:val="00916AF4"/>
    <w:rsid w:val="009213C1"/>
    <w:rsid w:val="009220FF"/>
    <w:rsid w:val="009237CF"/>
    <w:rsid w:val="0094620F"/>
    <w:rsid w:val="00950CC4"/>
    <w:rsid w:val="0096542D"/>
    <w:rsid w:val="009A37B1"/>
    <w:rsid w:val="009C35EC"/>
    <w:rsid w:val="009E6872"/>
    <w:rsid w:val="00A008BD"/>
    <w:rsid w:val="00A02493"/>
    <w:rsid w:val="00A05DBF"/>
    <w:rsid w:val="00A319D4"/>
    <w:rsid w:val="00A34849"/>
    <w:rsid w:val="00A406F0"/>
    <w:rsid w:val="00A478D4"/>
    <w:rsid w:val="00A56327"/>
    <w:rsid w:val="00A64C0C"/>
    <w:rsid w:val="00A64DCD"/>
    <w:rsid w:val="00A72809"/>
    <w:rsid w:val="00A81B93"/>
    <w:rsid w:val="00A90FE4"/>
    <w:rsid w:val="00AA1229"/>
    <w:rsid w:val="00AA5F06"/>
    <w:rsid w:val="00AC49EB"/>
    <w:rsid w:val="00AD00C9"/>
    <w:rsid w:val="00AD5E55"/>
    <w:rsid w:val="00AD64AB"/>
    <w:rsid w:val="00AF0DEF"/>
    <w:rsid w:val="00B12B97"/>
    <w:rsid w:val="00B22387"/>
    <w:rsid w:val="00B327A7"/>
    <w:rsid w:val="00B53C91"/>
    <w:rsid w:val="00B56E0E"/>
    <w:rsid w:val="00B631DA"/>
    <w:rsid w:val="00B63545"/>
    <w:rsid w:val="00B6694C"/>
    <w:rsid w:val="00B9307E"/>
    <w:rsid w:val="00B94D8B"/>
    <w:rsid w:val="00B97708"/>
    <w:rsid w:val="00BC01D0"/>
    <w:rsid w:val="00BC4B7E"/>
    <w:rsid w:val="00BD16A9"/>
    <w:rsid w:val="00BF14A1"/>
    <w:rsid w:val="00BF386B"/>
    <w:rsid w:val="00C1488F"/>
    <w:rsid w:val="00C2097D"/>
    <w:rsid w:val="00C21B30"/>
    <w:rsid w:val="00C22512"/>
    <w:rsid w:val="00C22CCF"/>
    <w:rsid w:val="00C401D0"/>
    <w:rsid w:val="00C6175F"/>
    <w:rsid w:val="00C71613"/>
    <w:rsid w:val="00C95746"/>
    <w:rsid w:val="00CA29B4"/>
    <w:rsid w:val="00CD1908"/>
    <w:rsid w:val="00CE2AF8"/>
    <w:rsid w:val="00CE5131"/>
    <w:rsid w:val="00CE69EF"/>
    <w:rsid w:val="00D14543"/>
    <w:rsid w:val="00D166CB"/>
    <w:rsid w:val="00D1678D"/>
    <w:rsid w:val="00D17AC7"/>
    <w:rsid w:val="00D43D93"/>
    <w:rsid w:val="00D52F9B"/>
    <w:rsid w:val="00D761FD"/>
    <w:rsid w:val="00D77EF8"/>
    <w:rsid w:val="00D91ADF"/>
    <w:rsid w:val="00D92BAE"/>
    <w:rsid w:val="00DB0968"/>
    <w:rsid w:val="00DC08D0"/>
    <w:rsid w:val="00DC5386"/>
    <w:rsid w:val="00DD0128"/>
    <w:rsid w:val="00DD461F"/>
    <w:rsid w:val="00DE36FD"/>
    <w:rsid w:val="00DE57BB"/>
    <w:rsid w:val="00DE6E17"/>
    <w:rsid w:val="00DF6964"/>
    <w:rsid w:val="00E026FA"/>
    <w:rsid w:val="00E072EC"/>
    <w:rsid w:val="00E11602"/>
    <w:rsid w:val="00E34864"/>
    <w:rsid w:val="00E35253"/>
    <w:rsid w:val="00E52DAC"/>
    <w:rsid w:val="00E708CA"/>
    <w:rsid w:val="00E764B7"/>
    <w:rsid w:val="00E76F31"/>
    <w:rsid w:val="00E81523"/>
    <w:rsid w:val="00E84949"/>
    <w:rsid w:val="00EE7DA8"/>
    <w:rsid w:val="00EF7A1A"/>
    <w:rsid w:val="00F15C93"/>
    <w:rsid w:val="00F20ABD"/>
    <w:rsid w:val="00F4179C"/>
    <w:rsid w:val="00F42DDA"/>
    <w:rsid w:val="00F44714"/>
    <w:rsid w:val="00F45651"/>
    <w:rsid w:val="00F5075C"/>
    <w:rsid w:val="00F50B90"/>
    <w:rsid w:val="00F522EB"/>
    <w:rsid w:val="00F566C0"/>
    <w:rsid w:val="00F57CDC"/>
    <w:rsid w:val="00F60731"/>
    <w:rsid w:val="00F85EA6"/>
    <w:rsid w:val="00FB15CB"/>
    <w:rsid w:val="00FE057A"/>
    <w:rsid w:val="012A4E2C"/>
    <w:rsid w:val="017E1509"/>
    <w:rsid w:val="01F36FCC"/>
    <w:rsid w:val="027E168F"/>
    <w:rsid w:val="04551C71"/>
    <w:rsid w:val="05515CC6"/>
    <w:rsid w:val="068218BB"/>
    <w:rsid w:val="08716E9D"/>
    <w:rsid w:val="0986343A"/>
    <w:rsid w:val="0A493259"/>
    <w:rsid w:val="0B8256B8"/>
    <w:rsid w:val="0EE75737"/>
    <w:rsid w:val="0FEB18AD"/>
    <w:rsid w:val="108654B0"/>
    <w:rsid w:val="173330A5"/>
    <w:rsid w:val="19267830"/>
    <w:rsid w:val="1A3A3F5F"/>
    <w:rsid w:val="1D5C1A72"/>
    <w:rsid w:val="1DD45AAC"/>
    <w:rsid w:val="23356FED"/>
    <w:rsid w:val="266E60B0"/>
    <w:rsid w:val="27EE00B2"/>
    <w:rsid w:val="29107CE0"/>
    <w:rsid w:val="2A377276"/>
    <w:rsid w:val="2B95320E"/>
    <w:rsid w:val="2BE300C9"/>
    <w:rsid w:val="2DE90143"/>
    <w:rsid w:val="2ED3590C"/>
    <w:rsid w:val="30A47560"/>
    <w:rsid w:val="31FC517A"/>
    <w:rsid w:val="327A5A60"/>
    <w:rsid w:val="33BE6B8B"/>
    <w:rsid w:val="346E139B"/>
    <w:rsid w:val="34A027CB"/>
    <w:rsid w:val="36BF65AB"/>
    <w:rsid w:val="371E149D"/>
    <w:rsid w:val="37C329C2"/>
    <w:rsid w:val="3C1E137E"/>
    <w:rsid w:val="3D6F392D"/>
    <w:rsid w:val="3DDF3EB9"/>
    <w:rsid w:val="3E752508"/>
    <w:rsid w:val="3F6E71BB"/>
    <w:rsid w:val="41656898"/>
    <w:rsid w:val="425C406C"/>
    <w:rsid w:val="43410E67"/>
    <w:rsid w:val="4984282A"/>
    <w:rsid w:val="49F20EE5"/>
    <w:rsid w:val="4AA225E9"/>
    <w:rsid w:val="4CCF550D"/>
    <w:rsid w:val="4D9B1978"/>
    <w:rsid w:val="4FF37764"/>
    <w:rsid w:val="51846ACD"/>
    <w:rsid w:val="51C16781"/>
    <w:rsid w:val="536D315D"/>
    <w:rsid w:val="538D0061"/>
    <w:rsid w:val="539A61B8"/>
    <w:rsid w:val="54704F17"/>
    <w:rsid w:val="54AA6F8B"/>
    <w:rsid w:val="550E0298"/>
    <w:rsid w:val="5C4F21C6"/>
    <w:rsid w:val="5D3A69D3"/>
    <w:rsid w:val="5E1E4546"/>
    <w:rsid w:val="5EFC43DF"/>
    <w:rsid w:val="5F903222"/>
    <w:rsid w:val="60563B24"/>
    <w:rsid w:val="609B59DA"/>
    <w:rsid w:val="614B11AE"/>
    <w:rsid w:val="627B63CE"/>
    <w:rsid w:val="66613222"/>
    <w:rsid w:val="671169F6"/>
    <w:rsid w:val="694A2693"/>
    <w:rsid w:val="6D535020"/>
    <w:rsid w:val="6FD76303"/>
    <w:rsid w:val="713D663A"/>
    <w:rsid w:val="716A2D22"/>
    <w:rsid w:val="71B92164"/>
    <w:rsid w:val="71C1592F"/>
    <w:rsid w:val="742915A0"/>
    <w:rsid w:val="76844C63"/>
    <w:rsid w:val="7699546F"/>
    <w:rsid w:val="76FD2AF3"/>
    <w:rsid w:val="77675276"/>
    <w:rsid w:val="78D2748D"/>
    <w:rsid w:val="7A3C5C98"/>
    <w:rsid w:val="7B396E35"/>
    <w:rsid w:val="7E9B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Microsoft</Company>
  <Pages>1</Pages>
  <Words>139</Words>
  <Characters>277</Characters>
  <Lines>2</Lines>
  <Paragraphs>1</Paragraphs>
  <TotalTime>0</TotalTime>
  <ScaleCrop>false</ScaleCrop>
  <LinksUpToDate>false</LinksUpToDate>
  <CharactersWithSpaces>303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2018-08-24T02:30:00Z</dcterms:created>
  <dc:creator>枫叶林</dc:creator>
  <cp:lastModifiedBy>刘金彪</cp:lastModifiedBy>
  <cp:lastPrinted>2018-09-03T07:09:00Z</cp:lastPrinted>
  <dcterms:modified xsi:type="dcterms:W3CDTF">2024-09-07T10:42:33Z</dcterms:modified>
  <cp:revision>307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2D62EE20915E451AA1715A8157971263_12</vt:lpwstr>
  </property>
</Properties>
</file>